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9DBD90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56006">
        <w:rPr>
          <w:b/>
          <w:color w:val="FF5200" w:themeColor="accent2"/>
          <w:sz w:val="36"/>
          <w:szCs w:val="36"/>
        </w:rPr>
        <w:t>„</w:t>
      </w:r>
      <w:r w:rsidR="00030346">
        <w:rPr>
          <w:b/>
          <w:color w:val="FF5200" w:themeColor="accent2"/>
          <w:sz w:val="36"/>
          <w:szCs w:val="36"/>
        </w:rPr>
        <w:t>P</w:t>
      </w:r>
      <w:bookmarkStart w:id="0" w:name="_GoBack"/>
      <w:bookmarkEnd w:id="0"/>
      <w:r w:rsidR="00C56006" w:rsidRPr="00C56006">
        <w:rPr>
          <w:b/>
          <w:color w:val="FF5200" w:themeColor="accent2"/>
          <w:sz w:val="36"/>
          <w:szCs w:val="36"/>
        </w:rPr>
        <w:t>rojekt PPK na vybraných tratích Správy železnic</w:t>
      </w:r>
      <w:r w:rsidR="0031280B" w:rsidRPr="00C5600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C56006">
        <w:rPr>
          <w:b/>
          <w:color w:val="FF5200" w:themeColor="accent2"/>
          <w:sz w:val="36"/>
          <w:szCs w:val="36"/>
        </w:rPr>
        <w:t xml:space="preserve">pod </w:t>
      </w:r>
      <w:r w:rsidR="000128D4" w:rsidRPr="00C560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56006" w:rsidRPr="00C560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2923/2023-SŽ-SŽG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D8BC031" w14:textId="29E24A1A" w:rsidR="00C2667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082445" w:history="1">
            <w:r w:rsidR="00C2667E" w:rsidRPr="00DC7E9F">
              <w:rPr>
                <w:rStyle w:val="Hypertextovodkaz"/>
                <w:noProof/>
              </w:rPr>
              <w:t>Kapitola 1.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Základní údaje k nabídce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_Toc141082445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296A7D">
              <w:rPr>
                <w:noProof/>
                <w:webHidden/>
              </w:rPr>
              <w:t>2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558EB6C" w14:textId="2D02078C" w:rsidR="00C2667E" w:rsidRDefault="00296A7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6" w:history="1">
            <w:r w:rsidR="00C2667E" w:rsidRPr="00DC7E9F">
              <w:rPr>
                <w:rStyle w:val="Hypertextovodkaz"/>
                <w:noProof/>
              </w:rPr>
              <w:t>Kapitola 2.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o splnění základní způsobilosti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_Toc141082446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F4C5CFD" w14:textId="08592279" w:rsidR="00C2667E" w:rsidRDefault="00296A7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7" w:history="1">
            <w:r w:rsidR="00C2667E" w:rsidRPr="00DC7E9F">
              <w:rPr>
                <w:rStyle w:val="Hypertextovodkaz"/>
                <w:noProof/>
              </w:rPr>
              <w:t>Kapitola 3.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o střetu zájmů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_Toc141082447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7F9805B6" w14:textId="444F1820" w:rsidR="00C2667E" w:rsidRDefault="00296A7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8" w:history="1">
            <w:r w:rsidR="00C2667E" w:rsidRPr="00DC7E9F">
              <w:rPr>
                <w:rStyle w:val="Hypertextovodkaz"/>
                <w:noProof/>
              </w:rPr>
              <w:t>Kapitola 4.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k neuzavření zakázaných dohod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_Toc141082448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62012FA" w14:textId="7BBDE815" w:rsidR="00C2667E" w:rsidRDefault="00296A7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9" w:history="1">
            <w:r w:rsidR="00C2667E" w:rsidRPr="00DC7E9F">
              <w:rPr>
                <w:rStyle w:val="Hypertextovodkaz"/>
                <w:rFonts w:eastAsia="Times New Roman"/>
                <w:noProof/>
              </w:rPr>
              <w:t>Kapitola 5.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</w:t>
            </w:r>
            <w:r w:rsidR="00C2667E" w:rsidRPr="00DC7E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_Toc141082449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784BE0A" w14:textId="4A5B7128" w:rsidR="00C2667E" w:rsidRDefault="00296A7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50" w:history="1">
            <w:r w:rsidR="00C2667E" w:rsidRPr="00DC7E9F">
              <w:rPr>
                <w:rStyle w:val="Hypertextovodkaz"/>
                <w:noProof/>
              </w:rPr>
              <w:t>Kapitola 6.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Seznam osob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_Toc141082450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218BAFDF" w14:textId="25AA9E6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08244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F8B6AD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2667E">
        <w:t xml:space="preserve">jako </w:t>
      </w:r>
      <w:r w:rsidR="000128D4" w:rsidRPr="00C2667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3252EF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96A7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96A7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082446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0824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6030F">
        <w:rPr>
          <w:rFonts w:eastAsia="Times New Roman" w:cs="Times New Roman"/>
          <w:lang w:eastAsia="cs-CZ"/>
        </w:rPr>
        <w:t xml:space="preserve">tuto </w:t>
      </w:r>
      <w:r w:rsidR="00A327CB" w:rsidRPr="0006030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08244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0824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16E7FA3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</w:t>
      </w:r>
      <w:r w:rsidR="00C946DE">
        <w:rPr>
          <w:rFonts w:eastAsia="Calibri" w:cs="Times New Roman"/>
        </w:rPr>
        <w:t>s</w:t>
      </w:r>
      <w:r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41082450"/>
      <w:r>
        <w:lastRenderedPageBreak/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4B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31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1F0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FC36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6245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14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0346"/>
    <w:rsid w:val="00045E47"/>
    <w:rsid w:val="0006030F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96A7D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44F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33C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667E"/>
    <w:rsid w:val="00C3428A"/>
    <w:rsid w:val="00C44F6A"/>
    <w:rsid w:val="00C47AE3"/>
    <w:rsid w:val="00C56006"/>
    <w:rsid w:val="00C636FB"/>
    <w:rsid w:val="00C87B78"/>
    <w:rsid w:val="00C946DE"/>
    <w:rsid w:val="00CD1FC4"/>
    <w:rsid w:val="00D21061"/>
    <w:rsid w:val="00D4108E"/>
    <w:rsid w:val="00D6163D"/>
    <w:rsid w:val="00D73D46"/>
    <w:rsid w:val="00D81FB9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557C12-3B5B-4EDB-88C6-CB5FF074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8</Pages>
  <Words>1103</Words>
  <Characters>6513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10</cp:revision>
  <cp:lastPrinted>2023-08-02T11:47:00Z</cp:lastPrinted>
  <dcterms:created xsi:type="dcterms:W3CDTF">2023-06-22T08:27:00Z</dcterms:created>
  <dcterms:modified xsi:type="dcterms:W3CDTF">2023-08-02T11:47:00Z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